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45D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AE32C6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2A9F4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2A1E">
        <w:rPr>
          <w:rFonts w:ascii="Corbel" w:hAnsi="Corbel"/>
          <w:i/>
          <w:smallCaps/>
          <w:sz w:val="24"/>
          <w:szCs w:val="24"/>
        </w:rPr>
        <w:t>20</w:t>
      </w:r>
      <w:r w:rsidR="005F18D9">
        <w:rPr>
          <w:rFonts w:ascii="Corbel" w:hAnsi="Corbel"/>
          <w:i/>
          <w:smallCaps/>
          <w:sz w:val="24"/>
          <w:szCs w:val="24"/>
        </w:rPr>
        <w:t>19</w:t>
      </w:r>
      <w:r w:rsidR="00C72A1E">
        <w:rPr>
          <w:rFonts w:ascii="Corbel" w:hAnsi="Corbel"/>
          <w:i/>
          <w:smallCaps/>
          <w:sz w:val="24"/>
          <w:szCs w:val="24"/>
        </w:rPr>
        <w:t>-202</w:t>
      </w:r>
      <w:r w:rsidR="005F18D9">
        <w:rPr>
          <w:rFonts w:ascii="Corbel" w:hAnsi="Corbel"/>
          <w:i/>
          <w:smallCaps/>
          <w:sz w:val="24"/>
          <w:szCs w:val="24"/>
        </w:rPr>
        <w:t>2</w:t>
      </w:r>
    </w:p>
    <w:p w14:paraId="762DC51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EF73E0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72A1E">
        <w:rPr>
          <w:rFonts w:ascii="Corbel" w:hAnsi="Corbel"/>
          <w:sz w:val="20"/>
          <w:szCs w:val="20"/>
        </w:rPr>
        <w:t>202</w:t>
      </w:r>
      <w:r w:rsidR="005F18D9">
        <w:rPr>
          <w:rFonts w:ascii="Corbel" w:hAnsi="Corbel"/>
          <w:sz w:val="20"/>
          <w:szCs w:val="20"/>
        </w:rPr>
        <w:t>0/</w:t>
      </w:r>
      <w:r w:rsidR="00C72A1E">
        <w:rPr>
          <w:rFonts w:ascii="Corbel" w:hAnsi="Corbel"/>
          <w:sz w:val="20"/>
          <w:szCs w:val="20"/>
        </w:rPr>
        <w:t>202</w:t>
      </w:r>
      <w:r w:rsidR="005F18D9">
        <w:rPr>
          <w:rFonts w:ascii="Corbel" w:hAnsi="Corbel"/>
          <w:sz w:val="20"/>
          <w:szCs w:val="20"/>
        </w:rPr>
        <w:t>1</w:t>
      </w:r>
    </w:p>
    <w:p w14:paraId="013D34E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23B5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35F408" w14:textId="77777777" w:rsidTr="00B819C8">
        <w:tc>
          <w:tcPr>
            <w:tcW w:w="2694" w:type="dxa"/>
            <w:vAlign w:val="center"/>
          </w:tcPr>
          <w:p w14:paraId="08E3792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AA817A" w14:textId="77777777" w:rsidR="0085747A" w:rsidRPr="009C54AE" w:rsidRDefault="002B3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Diagnoza w pracy socjalnej</w:t>
            </w:r>
          </w:p>
        </w:tc>
      </w:tr>
      <w:tr w:rsidR="0085747A" w:rsidRPr="009C54AE" w14:paraId="4898495B" w14:textId="77777777" w:rsidTr="00B819C8">
        <w:tc>
          <w:tcPr>
            <w:tcW w:w="2694" w:type="dxa"/>
            <w:vAlign w:val="center"/>
          </w:tcPr>
          <w:p w14:paraId="59DFBC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59BC43" w14:textId="77777777" w:rsidR="0085747A" w:rsidRPr="009C54AE" w:rsidRDefault="003E46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902">
              <w:rPr>
                <w:rFonts w:ascii="Corbel" w:hAnsi="Corbel"/>
                <w:b w:val="0"/>
                <w:sz w:val="24"/>
                <w:szCs w:val="24"/>
              </w:rPr>
              <w:t>P1S[</w:t>
            </w:r>
            <w:r w:rsidR="008E17F9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D95902">
              <w:rPr>
                <w:rFonts w:ascii="Corbel" w:hAnsi="Corbel"/>
                <w:b w:val="0"/>
                <w:sz w:val="24"/>
                <w:szCs w:val="24"/>
              </w:rPr>
              <w:t>]F_02</w:t>
            </w:r>
          </w:p>
        </w:tc>
      </w:tr>
      <w:tr w:rsidR="0085747A" w:rsidRPr="009C54AE" w14:paraId="4723CA85" w14:textId="77777777" w:rsidTr="00B819C8">
        <w:tc>
          <w:tcPr>
            <w:tcW w:w="2694" w:type="dxa"/>
            <w:vAlign w:val="center"/>
          </w:tcPr>
          <w:p w14:paraId="1542FB0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A43220" w14:textId="77777777" w:rsidR="0085747A" w:rsidRPr="009C54AE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5D938A" w14:textId="77777777" w:rsidTr="00B819C8">
        <w:tc>
          <w:tcPr>
            <w:tcW w:w="2694" w:type="dxa"/>
            <w:vAlign w:val="center"/>
          </w:tcPr>
          <w:p w14:paraId="431D22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BEFF86" w14:textId="77777777" w:rsidR="0085747A" w:rsidRPr="009C54AE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5F508C" w14:textId="77777777" w:rsidTr="00B819C8">
        <w:tc>
          <w:tcPr>
            <w:tcW w:w="2694" w:type="dxa"/>
            <w:vAlign w:val="center"/>
          </w:tcPr>
          <w:p w14:paraId="39F209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632A6D" w14:textId="77777777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781C69C5" w14:textId="77777777" w:rsidTr="00B819C8">
        <w:tc>
          <w:tcPr>
            <w:tcW w:w="2694" w:type="dxa"/>
            <w:vAlign w:val="center"/>
          </w:tcPr>
          <w:p w14:paraId="1BA1C02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54B7D0" w14:textId="77777777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7EA9874" w14:textId="77777777" w:rsidTr="00B819C8">
        <w:tc>
          <w:tcPr>
            <w:tcW w:w="2694" w:type="dxa"/>
            <w:vAlign w:val="center"/>
          </w:tcPr>
          <w:p w14:paraId="7512A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C97DC3" w14:textId="77777777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43E3DD" w14:textId="77777777" w:rsidTr="00B819C8">
        <w:tc>
          <w:tcPr>
            <w:tcW w:w="2694" w:type="dxa"/>
            <w:vAlign w:val="center"/>
          </w:tcPr>
          <w:p w14:paraId="3DE762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AFF481" w14:textId="77777777" w:rsidR="0085747A" w:rsidRPr="009C54AE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EBCB78D" w14:textId="77777777" w:rsidTr="00B819C8">
        <w:tc>
          <w:tcPr>
            <w:tcW w:w="2694" w:type="dxa"/>
            <w:vAlign w:val="center"/>
          </w:tcPr>
          <w:p w14:paraId="2C895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C992A" w14:textId="77777777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</w:t>
            </w:r>
            <w:r w:rsidR="00317186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4FB8BF32" w14:textId="77777777" w:rsidTr="00B819C8">
        <w:tc>
          <w:tcPr>
            <w:tcW w:w="2694" w:type="dxa"/>
            <w:vAlign w:val="center"/>
          </w:tcPr>
          <w:p w14:paraId="18DA67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B40F39" w14:textId="77777777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55B0FF6F" w14:textId="77777777" w:rsidTr="00B819C8">
        <w:tc>
          <w:tcPr>
            <w:tcW w:w="2694" w:type="dxa"/>
            <w:vAlign w:val="center"/>
          </w:tcPr>
          <w:p w14:paraId="7D8BB18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27B754" w14:textId="77777777" w:rsidR="00923D7D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AC4C9C" w14:textId="77777777" w:rsidTr="00B819C8">
        <w:tc>
          <w:tcPr>
            <w:tcW w:w="2694" w:type="dxa"/>
            <w:vAlign w:val="center"/>
          </w:tcPr>
          <w:p w14:paraId="02443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1E40E5" w14:textId="77777777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66617BAD" w14:textId="77777777" w:rsidTr="00B819C8">
        <w:tc>
          <w:tcPr>
            <w:tcW w:w="2694" w:type="dxa"/>
            <w:vAlign w:val="center"/>
          </w:tcPr>
          <w:p w14:paraId="5903EF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F7AAD6" w14:textId="77777777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4D294E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85C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F8607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9AC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E244F81" w14:textId="77777777" w:rsidTr="002E444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044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D324E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86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D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99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5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9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9B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93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0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5D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2CB906" w14:textId="77777777" w:rsidTr="002E444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6FE" w14:textId="77777777"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1718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7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80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771F" w14:textId="77777777" w:rsidR="00015B8F" w:rsidRPr="009C54AE" w:rsidRDefault="00EB4B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B0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B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F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85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A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1DB" w14:textId="77777777" w:rsidR="00015B8F" w:rsidRPr="009C54AE" w:rsidRDefault="0097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C30EC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1B660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24E9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12B273" w14:textId="77777777" w:rsidR="0085747A" w:rsidRPr="002E444C" w:rsidRDefault="002E444C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2E444C">
        <w:rPr>
          <w:rFonts w:ascii="Corbel" w:hAnsi="Corbel"/>
          <w:bCs/>
          <w:smallCaps w:val="0"/>
          <w:szCs w:val="24"/>
        </w:rPr>
        <w:t xml:space="preserve"> zajęcia w formie tradycyjnej </w:t>
      </w:r>
    </w:p>
    <w:p w14:paraId="3C54C1B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985E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6C3AD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6D1B2F5C" w14:textId="77777777" w:rsidR="002E444C" w:rsidRPr="009C54AE" w:rsidRDefault="002E444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6F4DF0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680955" w14:textId="77777777" w:rsidTr="00745302">
        <w:tc>
          <w:tcPr>
            <w:tcW w:w="9670" w:type="dxa"/>
          </w:tcPr>
          <w:p w14:paraId="3B1CB3B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2802DF" w14:textId="77777777" w:rsidR="00BD1E02" w:rsidRPr="003B0E37" w:rsidRDefault="00BD1E02" w:rsidP="00BD1E02">
            <w:pPr>
              <w:rPr>
                <w:rFonts w:ascii="Corbel" w:hAnsi="Corbel"/>
                <w:b/>
                <w:smallCaps/>
                <w:sz w:val="20"/>
                <w:szCs w:val="20"/>
              </w:rPr>
            </w:pPr>
            <w:r w:rsidRPr="003B0E37">
              <w:rPr>
                <w:rFonts w:ascii="Corbel" w:hAnsi="Corbel"/>
                <w:sz w:val="20"/>
                <w:szCs w:val="20"/>
              </w:rPr>
              <w:t>Student powinien posiadać podstawową wiedzę w zakresie struktury i organizacji pomocy społecznej a także ma elementarną wiedzę o beneficjentach pomocy społecznej. Zna metody działania w pracy socjalnej.</w:t>
            </w:r>
          </w:p>
          <w:p w14:paraId="3502FB1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3AE98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1CDB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6043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7CEB8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6383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7D64559" w14:textId="77777777" w:rsidTr="009361AD">
        <w:tc>
          <w:tcPr>
            <w:tcW w:w="844" w:type="dxa"/>
            <w:vAlign w:val="center"/>
          </w:tcPr>
          <w:p w14:paraId="4DC4952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99A19A3" w14:textId="77777777" w:rsidR="0085747A" w:rsidRPr="005F18D9" w:rsidRDefault="009361AD" w:rsidP="005F18D9">
            <w:pPr>
              <w:rPr>
                <w:rFonts w:ascii="Corbel" w:hAnsi="Corbel"/>
                <w:sz w:val="20"/>
                <w:szCs w:val="20"/>
              </w:rPr>
            </w:pPr>
            <w:r w:rsidRPr="00F207D9">
              <w:rPr>
                <w:rFonts w:ascii="Corbel" w:hAnsi="Corbel"/>
                <w:sz w:val="20"/>
                <w:szCs w:val="20"/>
              </w:rPr>
              <w:t>Student ma uporządkowaną wiedzę na temat prawidłowości i zaburzeń więzi społecznych w środowisku lokalnym, w szczególności o dysfunkcjach</w:t>
            </w:r>
          </w:p>
        </w:tc>
      </w:tr>
      <w:tr w:rsidR="009361AD" w:rsidRPr="009C54AE" w14:paraId="4581EA62" w14:textId="77777777" w:rsidTr="009361AD">
        <w:tc>
          <w:tcPr>
            <w:tcW w:w="844" w:type="dxa"/>
            <w:vAlign w:val="center"/>
          </w:tcPr>
          <w:p w14:paraId="722F5DF1" w14:textId="77777777" w:rsidR="009361AD" w:rsidRPr="009C54AE" w:rsidRDefault="009361AD" w:rsidP="009361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E33D513" w14:textId="77777777" w:rsidR="009361AD" w:rsidRPr="005F18D9" w:rsidRDefault="009361AD" w:rsidP="005F18D9">
            <w:pPr>
              <w:rPr>
                <w:rFonts w:ascii="Corbel" w:hAnsi="Corbel"/>
                <w:sz w:val="20"/>
                <w:szCs w:val="20"/>
              </w:rPr>
            </w:pPr>
            <w:r w:rsidRPr="00F207D9">
              <w:rPr>
                <w:rFonts w:ascii="Corbel" w:hAnsi="Corbel"/>
                <w:sz w:val="20"/>
                <w:szCs w:val="20"/>
              </w:rPr>
              <w:t xml:space="preserve">Potrafi właściwie analizować przyczyny i przebieg ważnych dla wykonywania pracy socjalnej procesów i zjawisk społecznych (kulturowych, politycznych, prawnych, ekonomicznych) </w:t>
            </w:r>
          </w:p>
        </w:tc>
      </w:tr>
      <w:tr w:rsidR="009361AD" w:rsidRPr="009C54AE" w14:paraId="62311E62" w14:textId="77777777" w:rsidTr="009361AD">
        <w:tc>
          <w:tcPr>
            <w:tcW w:w="844" w:type="dxa"/>
            <w:vAlign w:val="center"/>
          </w:tcPr>
          <w:p w14:paraId="24097916" w14:textId="77777777" w:rsidR="009361AD" w:rsidRPr="009C54AE" w:rsidRDefault="009361AD" w:rsidP="009361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1A76FF69" w14:textId="77777777" w:rsidR="009361AD" w:rsidRPr="009C54AE" w:rsidRDefault="009361AD" w:rsidP="009361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07D9">
              <w:rPr>
                <w:rFonts w:ascii="Corbel" w:hAnsi="Corbel"/>
                <w:b w:val="0"/>
                <w:bCs/>
                <w:sz w:val="20"/>
              </w:rPr>
              <w:t>Jest przygotowany do aktywnego uczestnictwa w grupach, organizacjach, instytucjach podejmujących działania socjalne i realizujących projekty społeczne</w:t>
            </w:r>
          </w:p>
        </w:tc>
      </w:tr>
    </w:tbl>
    <w:p w14:paraId="11677B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EB7F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A89008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BD2D260" w14:textId="77777777" w:rsidTr="0071620A">
        <w:tc>
          <w:tcPr>
            <w:tcW w:w="1701" w:type="dxa"/>
            <w:vAlign w:val="center"/>
          </w:tcPr>
          <w:p w14:paraId="24E69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3FFE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E13E2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1848BE4" w14:textId="77777777" w:rsidTr="005E6E85">
        <w:tc>
          <w:tcPr>
            <w:tcW w:w="1701" w:type="dxa"/>
          </w:tcPr>
          <w:p w14:paraId="41DD90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071AD2" w14:textId="77777777" w:rsidR="008A5B48" w:rsidRDefault="002E444C" w:rsidP="008A5B48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Student zna i rozumie </w:t>
            </w:r>
            <w:r w:rsidR="008A5B48">
              <w:rPr>
                <w:rFonts w:cs="Calibri"/>
                <w:color w:val="000000"/>
              </w:rPr>
              <w:t xml:space="preserve">sposoby pozyskiwania danych do </w:t>
            </w:r>
            <w:r>
              <w:rPr>
                <w:rFonts w:cs="Calibri"/>
                <w:color w:val="000000"/>
              </w:rPr>
              <w:t>diagnozy (z wykorzystaniem metod i technik z nauk społecznych)</w:t>
            </w:r>
            <w:r w:rsidR="008A5B48">
              <w:rPr>
                <w:rFonts w:cs="Calibri"/>
                <w:color w:val="000000"/>
              </w:rPr>
              <w:t xml:space="preserve"> z obszaru pracy socjalnej i identyfikowania rządzących nimi prawidłowości</w:t>
            </w:r>
            <w:r>
              <w:rPr>
                <w:rFonts w:cs="Calibri"/>
                <w:color w:val="000000"/>
              </w:rPr>
              <w:t xml:space="preserve"> </w:t>
            </w:r>
            <w:r w:rsidR="008A5B48">
              <w:rPr>
                <w:rFonts w:cs="Calibri"/>
                <w:color w:val="000000"/>
              </w:rPr>
              <w:t>i podejmowania działań skierowanych na rozwiązywanie problemów z zakresu pracy socjalnej</w:t>
            </w:r>
          </w:p>
          <w:p w14:paraId="679CDA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786D06C" w14:textId="77777777" w:rsidR="00324721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F6866A" w14:textId="77777777" w:rsidR="00BF1C99" w:rsidRDefault="00BF1C99" w:rsidP="00BF1C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618F7FC6" w14:textId="77777777" w:rsidR="00BF1C99" w:rsidRDefault="00BF1C99" w:rsidP="00BF1C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25C504" w14:textId="77777777" w:rsidR="00BF1C99" w:rsidRDefault="00BF1C99" w:rsidP="00BF1C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19040E7C" w14:textId="77777777" w:rsidR="00BF1C99" w:rsidRDefault="00BF1C99" w:rsidP="00BF1C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14:paraId="4BAC71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F7866A" w14:textId="77777777" w:rsidTr="005E6E85">
        <w:tc>
          <w:tcPr>
            <w:tcW w:w="1701" w:type="dxa"/>
          </w:tcPr>
          <w:p w14:paraId="44F784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A8671C" w14:textId="77777777" w:rsidR="008A5B48" w:rsidRDefault="002E444C" w:rsidP="008A5B48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Student umie </w:t>
            </w:r>
            <w:r w:rsidR="008A5B48">
              <w:rPr>
                <w:rFonts w:cs="Calibri"/>
                <w:color w:val="000000"/>
              </w:rPr>
              <w:t>wykorzystywać wiedzę teoretyczną o procesach zachodzących w społeczeństwie do szczegółowego opisu kwestii związanych z pracą socjalną</w:t>
            </w:r>
          </w:p>
          <w:p w14:paraId="65888DB6" w14:textId="77777777" w:rsidR="0085747A" w:rsidRPr="002E444C" w:rsidRDefault="002E444C" w:rsidP="008A5B48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p</w:t>
            </w:r>
            <w:r w:rsidR="008A5B48" w:rsidRPr="002E444C">
              <w:rPr>
                <w:rFonts w:cs="Calibri"/>
                <w:color w:val="000000"/>
              </w:rPr>
              <w:t>otrafi dokonywać samodzielnie analizy złożonych problemów społecznych oraz prognozować procesy społeczne i zjawiska społeczne</w:t>
            </w:r>
          </w:p>
          <w:p w14:paraId="42B17893" w14:textId="77777777" w:rsidR="002E444C" w:rsidRPr="009C54AE" w:rsidRDefault="002E444C" w:rsidP="008A5B48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cs="Calibri"/>
                <w:color w:val="000000"/>
              </w:rPr>
              <w:t xml:space="preserve">Student umie </w:t>
            </w:r>
            <w:r w:rsidRPr="002E444C">
              <w:rPr>
                <w:rFonts w:cs="Calibri"/>
                <w:color w:val="000000"/>
              </w:rPr>
              <w:t>analizować i innowacyjnie rozwiązywać konkretne problemy społeczne oraz przeciwdziałać wykluczeniu społecznemu proponując w tym zakresie odpowiednie rozstrzygnięcia</w:t>
            </w:r>
          </w:p>
        </w:tc>
        <w:tc>
          <w:tcPr>
            <w:tcW w:w="1873" w:type="dxa"/>
          </w:tcPr>
          <w:p w14:paraId="2D6B8A1A" w14:textId="77777777" w:rsidR="00BF1C99" w:rsidRDefault="00BF1C99" w:rsidP="00BF1C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19DD41A" w14:textId="77777777" w:rsidR="00BF1C99" w:rsidRDefault="00BF1C99" w:rsidP="00BF1C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DE95F3" w14:textId="77777777" w:rsidR="002E444C" w:rsidRDefault="002761B7" w:rsidP="00BF1C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6C2B87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BB8890E" w14:textId="77777777" w:rsidTr="005E6E85">
        <w:tc>
          <w:tcPr>
            <w:tcW w:w="1701" w:type="dxa"/>
          </w:tcPr>
          <w:p w14:paraId="1EEC69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906BD0" w14:textId="77777777" w:rsidR="00252136" w:rsidRDefault="002E444C" w:rsidP="00252136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Student </w:t>
            </w:r>
            <w:r w:rsidR="007D1D40">
              <w:rPr>
                <w:rFonts w:cs="Calibri"/>
                <w:color w:val="000000"/>
              </w:rPr>
              <w:t>jest gotów do inicjowania</w:t>
            </w:r>
            <w:r>
              <w:rPr>
                <w:rFonts w:cs="Calibri"/>
                <w:color w:val="000000"/>
              </w:rPr>
              <w:t xml:space="preserve"> działa</w:t>
            </w:r>
            <w:r w:rsidR="007D1D40">
              <w:rPr>
                <w:rFonts w:cs="Calibri"/>
                <w:color w:val="000000"/>
              </w:rPr>
              <w:t>ń</w:t>
            </w:r>
            <w:r>
              <w:rPr>
                <w:rFonts w:cs="Calibri"/>
                <w:color w:val="000000"/>
              </w:rPr>
              <w:t xml:space="preserve"> z zakresu prowadzenia diagnozy</w:t>
            </w:r>
            <w:r w:rsidR="006375C4">
              <w:rPr>
                <w:rFonts w:cs="Calibri"/>
                <w:color w:val="000000"/>
              </w:rPr>
              <w:t xml:space="preserve"> w pracy socjalnej</w:t>
            </w:r>
          </w:p>
          <w:p w14:paraId="3584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90F7493" w14:textId="77777777" w:rsidR="00324721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F8090F" w14:textId="77777777" w:rsidR="00BF1C99" w:rsidRDefault="00BF1C99" w:rsidP="00BF1C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68086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6EA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00B9E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2E865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935A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F43950F" w14:textId="77777777" w:rsidTr="00923D7D">
        <w:tc>
          <w:tcPr>
            <w:tcW w:w="9639" w:type="dxa"/>
          </w:tcPr>
          <w:p w14:paraId="78102A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772508A" w14:textId="77777777" w:rsidTr="00923D7D">
        <w:tc>
          <w:tcPr>
            <w:tcW w:w="9639" w:type="dxa"/>
          </w:tcPr>
          <w:p w14:paraId="7EBA2D8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FAAEC94" w14:textId="77777777" w:rsidTr="00923D7D">
        <w:tc>
          <w:tcPr>
            <w:tcW w:w="9639" w:type="dxa"/>
          </w:tcPr>
          <w:p w14:paraId="0788A19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6F5D56B" w14:textId="77777777" w:rsidTr="00923D7D">
        <w:tc>
          <w:tcPr>
            <w:tcW w:w="9639" w:type="dxa"/>
          </w:tcPr>
          <w:p w14:paraId="7B42A66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0093F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CAF6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6143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305626" w14:textId="77777777" w:rsidTr="00EE736A">
        <w:tc>
          <w:tcPr>
            <w:tcW w:w="9520" w:type="dxa"/>
          </w:tcPr>
          <w:p w14:paraId="0460F1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06F7BC0" w14:textId="77777777" w:rsidTr="00EE736A">
        <w:tc>
          <w:tcPr>
            <w:tcW w:w="9520" w:type="dxa"/>
          </w:tcPr>
          <w:p w14:paraId="57659E1C" w14:textId="77777777" w:rsidR="0085747A" w:rsidRPr="009C54AE" w:rsidRDefault="00E97F42" w:rsidP="00692A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07D9">
              <w:rPr>
                <w:rFonts w:ascii="Corbel" w:hAnsi="Corbel"/>
                <w:sz w:val="18"/>
                <w:szCs w:val="18"/>
              </w:rPr>
              <w:t>Wprowadzenie w problematykę przedmiotu. Przegląd i zagadnienia definicyjne</w:t>
            </w:r>
          </w:p>
        </w:tc>
      </w:tr>
      <w:tr w:rsidR="00EE736A" w:rsidRPr="009C54AE" w14:paraId="56BC7ED2" w14:textId="77777777" w:rsidTr="00EE736A">
        <w:tc>
          <w:tcPr>
            <w:tcW w:w="9520" w:type="dxa"/>
          </w:tcPr>
          <w:p w14:paraId="7FEB5DF2" w14:textId="77777777" w:rsidR="005F29B6" w:rsidRPr="00F207D9" w:rsidRDefault="00EE736A" w:rsidP="005F29B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18"/>
                <w:szCs w:val="18"/>
                <w:lang w:eastAsia="pl-PL"/>
              </w:rPr>
            </w:pPr>
            <w:r w:rsidRPr="00F207D9">
              <w:rPr>
                <w:rFonts w:ascii="Corbel" w:hAnsi="Corbel"/>
                <w:sz w:val="18"/>
                <w:szCs w:val="18"/>
              </w:rPr>
              <w:t>Diagnoza problemu społecznego a diagnoza sytuacji jednostki.</w:t>
            </w:r>
            <w:r w:rsidR="005F29B6" w:rsidRPr="00F207D9">
              <w:rPr>
                <w:rFonts w:ascii="Corbel" w:eastAsia="Times New Roman" w:hAnsi="Corbel"/>
                <w:sz w:val="18"/>
                <w:szCs w:val="18"/>
                <w:lang w:eastAsia="pl-PL"/>
              </w:rPr>
              <w:t xml:space="preserve"> Kontakt diagnostyczny – cechy i rodzaje</w:t>
            </w:r>
          </w:p>
          <w:p w14:paraId="03800E05" w14:textId="77777777" w:rsidR="005F29B6" w:rsidRPr="00F207D9" w:rsidRDefault="005F29B6" w:rsidP="005F29B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18"/>
                <w:szCs w:val="18"/>
                <w:lang w:eastAsia="pl-PL"/>
              </w:rPr>
            </w:pPr>
            <w:r w:rsidRPr="00F207D9">
              <w:rPr>
                <w:rFonts w:ascii="Corbel" w:eastAsia="Times New Roman" w:hAnsi="Corbel"/>
                <w:sz w:val="18"/>
                <w:szCs w:val="18"/>
                <w:lang w:eastAsia="pl-PL"/>
              </w:rPr>
              <w:t>Zasady i reguły diagnozowania w pracy socjalnej</w:t>
            </w:r>
          </w:p>
          <w:p w14:paraId="62A68817" w14:textId="77777777" w:rsidR="005F29B6" w:rsidRPr="00F207D9" w:rsidRDefault="005F29B6" w:rsidP="005F29B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</w:pPr>
            <w:r w:rsidRPr="00F207D9"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  <w:t>Podstawowe techniki stosowane w diagnozie</w:t>
            </w:r>
          </w:p>
          <w:p w14:paraId="29BFD5FD" w14:textId="77777777" w:rsidR="005F29B6" w:rsidRPr="00F207D9" w:rsidRDefault="005F29B6" w:rsidP="005F29B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</w:pPr>
            <w:r w:rsidRPr="00F207D9"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  <w:t>Specyficzne obszary diagnozy  klientów pomocy społecznej</w:t>
            </w:r>
          </w:p>
          <w:p w14:paraId="3F811983" w14:textId="77777777" w:rsidR="00EE736A" w:rsidRPr="009C54AE" w:rsidRDefault="00EE736A" w:rsidP="00EE7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E736A" w:rsidRPr="009C54AE" w14:paraId="0EB01EB2" w14:textId="77777777" w:rsidTr="00EE736A">
        <w:tc>
          <w:tcPr>
            <w:tcW w:w="9520" w:type="dxa"/>
          </w:tcPr>
          <w:p w14:paraId="185A1C07" w14:textId="77777777" w:rsidR="0045121A" w:rsidRPr="00F207D9" w:rsidRDefault="0045121A" w:rsidP="0045121A">
            <w:pPr>
              <w:rPr>
                <w:rFonts w:ascii="Corbel" w:eastAsia="Times New Roman" w:hAnsi="Corbel"/>
                <w:sz w:val="18"/>
                <w:szCs w:val="18"/>
                <w:lang w:eastAsia="pl-PL"/>
              </w:rPr>
            </w:pPr>
            <w:r w:rsidRPr="00F207D9">
              <w:rPr>
                <w:rFonts w:ascii="Corbel" w:eastAsia="Times New Roman" w:hAnsi="Corbel"/>
                <w:sz w:val="18"/>
                <w:szCs w:val="18"/>
                <w:lang w:eastAsia="pl-PL"/>
              </w:rPr>
              <w:t>Analiza sytuacji wstępnej  i uwarunkowania diagnozy w pracy socjalnej</w:t>
            </w:r>
          </w:p>
          <w:p w14:paraId="53F1F4EF" w14:textId="77777777" w:rsidR="0045121A" w:rsidRPr="00F207D9" w:rsidRDefault="0045121A" w:rsidP="0045121A">
            <w:pPr>
              <w:rPr>
                <w:rFonts w:ascii="Corbel" w:hAnsi="Corbel"/>
                <w:sz w:val="18"/>
                <w:szCs w:val="18"/>
              </w:rPr>
            </w:pPr>
            <w:r w:rsidRPr="00F207D9">
              <w:rPr>
                <w:rFonts w:ascii="Corbel" w:hAnsi="Corbel"/>
                <w:sz w:val="18"/>
                <w:szCs w:val="18"/>
              </w:rPr>
              <w:t xml:space="preserve"> Diagnoza środowiska rodzinnego klienta pomocy społecznej</w:t>
            </w:r>
          </w:p>
          <w:p w14:paraId="044E5E1A" w14:textId="77777777" w:rsidR="0045121A" w:rsidRPr="00F207D9" w:rsidRDefault="0045121A" w:rsidP="0045121A">
            <w:pPr>
              <w:rPr>
                <w:rFonts w:ascii="Corbel" w:hAnsi="Corbel"/>
                <w:sz w:val="18"/>
                <w:szCs w:val="18"/>
              </w:rPr>
            </w:pPr>
            <w:r w:rsidRPr="00F207D9">
              <w:rPr>
                <w:rFonts w:ascii="Corbel" w:hAnsi="Corbel"/>
                <w:sz w:val="18"/>
                <w:szCs w:val="18"/>
              </w:rPr>
              <w:t>Diagnoza bezrobotnego klienta pomocy społecznej</w:t>
            </w:r>
          </w:p>
          <w:p w14:paraId="4D7CC6CA" w14:textId="77777777" w:rsidR="0045121A" w:rsidRPr="00F207D9" w:rsidRDefault="0045121A" w:rsidP="0045121A">
            <w:pPr>
              <w:rPr>
                <w:rFonts w:ascii="Corbel" w:hAnsi="Corbel"/>
                <w:sz w:val="18"/>
                <w:szCs w:val="18"/>
              </w:rPr>
            </w:pPr>
            <w:r w:rsidRPr="00F207D9">
              <w:rPr>
                <w:rFonts w:ascii="Corbel" w:hAnsi="Corbel"/>
                <w:sz w:val="18"/>
                <w:szCs w:val="18"/>
              </w:rPr>
              <w:t>Diagnoza bezdomnego klienta pomocy społecznej</w:t>
            </w:r>
          </w:p>
          <w:p w14:paraId="46E307D4" w14:textId="77777777" w:rsidR="00EE736A" w:rsidRPr="005F18D9" w:rsidRDefault="0045121A" w:rsidP="005F18D9">
            <w:pPr>
              <w:rPr>
                <w:rFonts w:ascii="Corbel" w:hAnsi="Corbel"/>
                <w:sz w:val="18"/>
                <w:szCs w:val="18"/>
              </w:rPr>
            </w:pPr>
            <w:r w:rsidRPr="00F207D9">
              <w:rPr>
                <w:rFonts w:ascii="Corbel" w:hAnsi="Corbel"/>
                <w:sz w:val="18"/>
                <w:szCs w:val="18"/>
              </w:rPr>
              <w:t>Diagnoza klienta pomocy społecznej -ofiara przemocy domowej</w:t>
            </w:r>
          </w:p>
        </w:tc>
      </w:tr>
    </w:tbl>
    <w:p w14:paraId="15963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5771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86776AB" w14:textId="77777777" w:rsidR="00AD55F8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403D82" w14:textId="77777777" w:rsidR="00AD55F8" w:rsidRPr="00153C41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Ćwiczenia: </w:t>
      </w:r>
      <w:r w:rsidRPr="00153C41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analiza tekstów z dyskusją,  praca w grupach</w:t>
      </w:r>
    </w:p>
    <w:p w14:paraId="3F8497B1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CBC379E" w14:textId="77777777" w:rsidR="0085747A" w:rsidRPr="00AD55F8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AE8B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71F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B7C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9E5BE8F" w14:textId="77777777" w:rsidTr="00C05F44">
        <w:tc>
          <w:tcPr>
            <w:tcW w:w="1985" w:type="dxa"/>
            <w:vAlign w:val="center"/>
          </w:tcPr>
          <w:p w14:paraId="30C488B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EBEDCB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26C78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C0642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DE56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3BAEB7A" w14:textId="77777777" w:rsidTr="00C05F44">
        <w:tc>
          <w:tcPr>
            <w:tcW w:w="1985" w:type="dxa"/>
          </w:tcPr>
          <w:p w14:paraId="2DCC6B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6491C96" w14:textId="77777777" w:rsidR="0085747A" w:rsidRPr="009C54AE" w:rsidRDefault="00BB6890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B0E37">
              <w:rPr>
                <w:rFonts w:ascii="Corbel" w:hAnsi="Corbel"/>
                <w:b w:val="0"/>
                <w:szCs w:val="24"/>
              </w:rPr>
              <w:t xml:space="preserve"> Przygotowanie Diagnozy Rodziny</w:t>
            </w:r>
          </w:p>
        </w:tc>
        <w:tc>
          <w:tcPr>
            <w:tcW w:w="2126" w:type="dxa"/>
          </w:tcPr>
          <w:p w14:paraId="0DDA62F6" w14:textId="77777777" w:rsidR="0085747A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  <w:p w14:paraId="0E134140" w14:textId="77777777" w:rsidR="000152B4" w:rsidRPr="009C54AE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1B0A5123" w14:textId="77777777" w:rsidTr="00C05F44">
        <w:tc>
          <w:tcPr>
            <w:tcW w:w="1985" w:type="dxa"/>
          </w:tcPr>
          <w:p w14:paraId="04E855C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602F7E72" w14:textId="77777777" w:rsidR="000152B4" w:rsidRPr="009C54AE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912BC60" w14:textId="77777777" w:rsidR="000152B4" w:rsidRDefault="00640AA3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AKTYWNOść</w:t>
            </w:r>
            <w:proofErr w:type="spellEnd"/>
          </w:p>
          <w:p w14:paraId="7ED163FF" w14:textId="77777777" w:rsidR="0085747A" w:rsidRPr="009C54AE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1F62586" w14:textId="77777777" w:rsidR="0085747A" w:rsidRPr="009C54AE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5D75B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A524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63DA5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D479EC9" w14:textId="77777777" w:rsidTr="00923D7D">
        <w:tc>
          <w:tcPr>
            <w:tcW w:w="9670" w:type="dxa"/>
          </w:tcPr>
          <w:p w14:paraId="12BC264E" w14:textId="77777777" w:rsidR="00250F03" w:rsidRPr="00472ADB" w:rsidRDefault="00250F03" w:rsidP="00250F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uzyskanie pozytywnej oceny z przygotowanego projektu diagnozy rodziny.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W ramach referatu studenci przygotowują </w:t>
            </w:r>
            <w:r>
              <w:rPr>
                <w:rFonts w:ascii="Corbel" w:hAnsi="Corbel"/>
                <w:sz w:val="24"/>
                <w:szCs w:val="24"/>
              </w:rPr>
              <w:t>indywidualną diagnozę oraz projekt pomocy i wsparcia rodziny w określonym środowisku lokalnym.</w:t>
            </w:r>
          </w:p>
          <w:p w14:paraId="57164A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A334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1FF8C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9855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829C1E0" w14:textId="77777777" w:rsidTr="003E1941">
        <w:tc>
          <w:tcPr>
            <w:tcW w:w="4962" w:type="dxa"/>
            <w:vAlign w:val="center"/>
          </w:tcPr>
          <w:p w14:paraId="7B14A3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1C330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BA6911" w14:textId="77777777" w:rsidTr="00923D7D">
        <w:tc>
          <w:tcPr>
            <w:tcW w:w="4962" w:type="dxa"/>
          </w:tcPr>
          <w:p w14:paraId="14FF7A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0B6F52" w14:textId="77777777" w:rsidR="0085747A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431A959" w14:textId="77777777" w:rsidTr="00923D7D">
        <w:tc>
          <w:tcPr>
            <w:tcW w:w="4962" w:type="dxa"/>
          </w:tcPr>
          <w:p w14:paraId="5F5D879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26B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3DA00B" w14:textId="77777777" w:rsidR="00C61DC5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1F8282A" w14:textId="77777777" w:rsidTr="00923D7D">
        <w:tc>
          <w:tcPr>
            <w:tcW w:w="4962" w:type="dxa"/>
          </w:tcPr>
          <w:p w14:paraId="303AB5F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76492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453467" w14:textId="77777777" w:rsidR="00C61DC5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68826019" w14:textId="77777777" w:rsidTr="00923D7D">
        <w:tc>
          <w:tcPr>
            <w:tcW w:w="4962" w:type="dxa"/>
          </w:tcPr>
          <w:p w14:paraId="482997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A3AF20" w14:textId="77777777" w:rsidR="0085747A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B9C0957" w14:textId="77777777" w:rsidTr="00923D7D">
        <w:tc>
          <w:tcPr>
            <w:tcW w:w="4962" w:type="dxa"/>
          </w:tcPr>
          <w:p w14:paraId="6CAD9A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0C8D78" w14:textId="77777777" w:rsidR="0085747A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C1F12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20B4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7EE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346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B28861D" w14:textId="77777777" w:rsidTr="0071620A">
        <w:trPr>
          <w:trHeight w:val="397"/>
        </w:trPr>
        <w:tc>
          <w:tcPr>
            <w:tcW w:w="3544" w:type="dxa"/>
          </w:tcPr>
          <w:p w14:paraId="68FD7A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F3EE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DAC9BDF" w14:textId="77777777" w:rsidTr="0071620A">
        <w:trPr>
          <w:trHeight w:val="397"/>
        </w:trPr>
        <w:tc>
          <w:tcPr>
            <w:tcW w:w="3544" w:type="dxa"/>
          </w:tcPr>
          <w:p w14:paraId="2CADB8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F9AB8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E4829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73C19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469CB1" w14:textId="77777777" w:rsidR="0085747A" w:rsidRPr="009C54AE" w:rsidRDefault="0085747A" w:rsidP="003358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35869" w:rsidRPr="00DE3A91" w14:paraId="5EC7A046" w14:textId="77777777" w:rsidTr="00335869">
        <w:trPr>
          <w:trHeight w:val="397"/>
        </w:trPr>
        <w:tc>
          <w:tcPr>
            <w:tcW w:w="9355" w:type="dxa"/>
          </w:tcPr>
          <w:p w14:paraId="10082F0E" w14:textId="77777777" w:rsidR="00335869" w:rsidRPr="00063EC1" w:rsidRDefault="00335869" w:rsidP="00F928EA">
            <w:pPr>
              <w:pStyle w:val="Punktygwne"/>
              <w:spacing w:before="0" w:after="0"/>
              <w:ind w:left="201"/>
              <w:rPr>
                <w:rFonts w:ascii="Corbel" w:hAnsi="Corbel"/>
                <w:smallCaps w:val="0"/>
                <w:szCs w:val="24"/>
              </w:rPr>
            </w:pPr>
            <w:r w:rsidRPr="00063EC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501F2BF" w14:textId="77777777" w:rsidR="00335869" w:rsidRPr="005837FF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 (2009).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Drzewo problemów – sposób na efektywniejszą pracę ze współczesną rodziną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K. Duraj-Nowakowska, U. Gruca-</w:t>
            </w:r>
            <w:proofErr w:type="spellStart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Rodzina, diagnoza, profilaktyka i wsparcie. </w:t>
            </w:r>
            <w:r w:rsidRPr="005837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Rzeszów: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Uniwersytetu Rzeszowskiego.</w:t>
            </w:r>
          </w:p>
          <w:p w14:paraId="56CA47E0" w14:textId="77777777" w:rsidR="00335869" w:rsidRPr="005837FF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Garvin</w:t>
            </w:r>
            <w:proofErr w:type="spellEnd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 D., </w:t>
            </w:r>
            <w:proofErr w:type="spellStart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Seabury</w:t>
            </w:r>
            <w:proofErr w:type="spellEnd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A. (1998).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Działania interpersonalne w pracy socjalnej 1. Procesy i procedury. </w:t>
            </w:r>
            <w:r w:rsidRPr="005837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Interart</w:t>
            </w:r>
            <w:proofErr w:type="spellEnd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93448F3" w14:textId="77777777" w:rsidR="00335869" w:rsidRPr="00214CC8" w:rsidRDefault="00335869" w:rsidP="00F928EA">
            <w:pPr>
              <w:spacing w:after="0"/>
              <w:ind w:left="2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Ignasik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A., </w:t>
            </w: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Olber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E., Maciejewska-Dłubała M., Kubiak-</w:t>
            </w: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Hornaitko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214CC8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(2014).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4CC8">
              <w:rPr>
                <w:rFonts w:ascii="Corbel" w:hAnsi="Corbel"/>
                <w:i/>
                <w:color w:val="000000"/>
                <w:sz w:val="24"/>
                <w:szCs w:val="24"/>
              </w:rPr>
              <w:t>Narzędzia pracy socjalnej</w:t>
            </w:r>
            <w:r w:rsidRPr="00214CC8"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  <w:t>.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Warszawa:</w:t>
            </w:r>
            <w:r w:rsidRPr="00214CC8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Centrum Rozwoju Zasobów Ludzkich.</w:t>
            </w:r>
            <w:r w:rsidRPr="00214CC8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https://www.wrzos.org.pl </w:t>
            </w:r>
          </w:p>
          <w:p w14:paraId="55DF4D52" w14:textId="77777777" w:rsidR="00335869" w:rsidRPr="00063EC1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G., Karlińska B., Kruczek A., Płatek I., Polak M., Sobkowiak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osobą z niepełnosprawnością i jej rodziną z uwzględnieniem osób z zaburzeniami psychicznymi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https://www.wrzos.org.pl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2A621B8" w14:textId="77777777" w:rsidR="00335869" w:rsidRPr="00063EC1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Lipowicz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Diagnoza, projektowanie, zmiana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 Zielonogórski.</w:t>
            </w:r>
          </w:p>
          <w:p w14:paraId="6A68955D" w14:textId="77777777" w:rsidR="00335869" w:rsidRPr="00063EC1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Ławniczak D., Marszałkowska M., Mierzejewska B., Polczyk D., </w:t>
            </w:r>
            <w:proofErr w:type="spellStart"/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  <w:r w:rsidRPr="00214CC8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https://www.wrzos.org.pl</w:t>
            </w:r>
          </w:p>
          <w:p w14:paraId="49370500" w14:textId="77777777" w:rsidR="00335869" w:rsidRPr="00DE3A91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Staręga-Piasek J., Balon K., Rutkiewicz G,. Stec K., </w:t>
            </w:r>
            <w:proofErr w:type="spellStart"/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Szmaglińska</w:t>
            </w:r>
            <w:proofErr w:type="spellEnd"/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Zielony M. (2014).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osobami starszymi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335869" w:rsidRPr="00DE3A91" w14:paraId="1A7CA87F" w14:textId="77777777" w:rsidTr="00335869">
        <w:trPr>
          <w:trHeight w:val="397"/>
        </w:trPr>
        <w:tc>
          <w:tcPr>
            <w:tcW w:w="9355" w:type="dxa"/>
          </w:tcPr>
          <w:p w14:paraId="2B5C7E04" w14:textId="77777777" w:rsidR="00335869" w:rsidRPr="009860E0" w:rsidRDefault="00335869" w:rsidP="00F928EA">
            <w:pPr>
              <w:pStyle w:val="Punktygwne"/>
              <w:spacing w:before="0" w:after="0"/>
              <w:ind w:left="201"/>
              <w:rPr>
                <w:rFonts w:ascii="Corbel" w:hAnsi="Corbel"/>
                <w:smallCaps w:val="0"/>
                <w:szCs w:val="24"/>
              </w:rPr>
            </w:pPr>
            <w:r w:rsidRPr="009860E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65B181A" w14:textId="77777777" w:rsidR="00335869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335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P., </w:t>
            </w:r>
            <w:proofErr w:type="spellStart"/>
            <w:r w:rsidRPr="00335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Lyson</w:t>
            </w:r>
            <w:proofErr w:type="spellEnd"/>
            <w:r w:rsidRPr="00335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Jenkins T. (2011) </w:t>
            </w:r>
            <w:r w:rsidRPr="003358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From </w:t>
            </w:r>
            <w:proofErr w:type="spellStart"/>
            <w:r w:rsidRPr="003358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diagnosis</w:t>
            </w:r>
            <w:proofErr w:type="spellEnd"/>
            <w:r w:rsidRPr="003358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to </w:t>
            </w:r>
            <w:proofErr w:type="spellStart"/>
            <w:r w:rsidRPr="003358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social</w:t>
            </w:r>
            <w:proofErr w:type="spellEnd"/>
            <w:r w:rsidRPr="003358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58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diagnosis</w:t>
            </w:r>
            <w:proofErr w:type="spellEnd"/>
            <w:r w:rsidRPr="00335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Social Science and Medicine, p. 1-5. </w:t>
            </w:r>
          </w:p>
          <w:p w14:paraId="3FB85D36" w14:textId="77777777" w:rsidR="00335869" w:rsidRPr="00D72FEC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https://www.scribd.com/document/285782601/From-Diagnosis-to-Social-Diagnosis</w:t>
            </w:r>
          </w:p>
          <w:p w14:paraId="1EDCAA33" w14:textId="77777777" w:rsidR="00335869" w:rsidRPr="009860E0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35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Flaszyńska</w:t>
            </w:r>
            <w:proofErr w:type="spellEnd"/>
            <w:r w:rsidRPr="00335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(2017).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osobami długotrwale bezrobotnymi z perspektywy pracownika ośrodka pomocy społecznej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14CC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Lewicka-Zelent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rodzinna. Aspekty psychologiczne, pedagogiczne i prawne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14CC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27A283E" w14:textId="77777777" w:rsidR="00335869" w:rsidRPr="009860E0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Gąsiorek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Rodzinny wywiad środowiskowy w postępowaniu w sprawach pomocy społecznej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Wrocław: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Gaskor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3669176" w14:textId="77777777" w:rsidR="00335869" w:rsidRPr="009860E0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Klimczak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(2017).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terapeutyczna z problemem przemocy w rodzinie alkoholowej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A.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Lewicka-Zelent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rodzinna. Aspekty psychologiczne, pedagogiczne i prawne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0E74BE3" w14:textId="77777777" w:rsidR="00335869" w:rsidRPr="009860E0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Kotarski H., Piróg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(2018).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Rzeszowska diagnoza społeczna 201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7. 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4570C39" w14:textId="77777777" w:rsidR="00335869" w:rsidRPr="00DE3A91" w:rsidRDefault="00335869" w:rsidP="00F928EA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Schimanek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(2015).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A55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Diagnozowanie problemów społecznych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Chromapress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6F5D33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3F5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70BEA" w14:textId="77777777" w:rsidR="00DE1E81" w:rsidRDefault="00DE1E81" w:rsidP="00C16ABF">
      <w:pPr>
        <w:spacing w:after="0" w:line="240" w:lineRule="auto"/>
      </w:pPr>
      <w:r>
        <w:separator/>
      </w:r>
    </w:p>
  </w:endnote>
  <w:endnote w:type="continuationSeparator" w:id="0">
    <w:p w14:paraId="077D9A24" w14:textId="77777777" w:rsidR="00DE1E81" w:rsidRDefault="00DE1E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97B9D" w14:textId="77777777" w:rsidR="00DE1E81" w:rsidRDefault="00DE1E81" w:rsidP="00C16ABF">
      <w:pPr>
        <w:spacing w:after="0" w:line="240" w:lineRule="auto"/>
      </w:pPr>
      <w:r>
        <w:separator/>
      </w:r>
    </w:p>
  </w:footnote>
  <w:footnote w:type="continuationSeparator" w:id="0">
    <w:p w14:paraId="48D6EE03" w14:textId="77777777" w:rsidR="00DE1E81" w:rsidRDefault="00DE1E81" w:rsidP="00C16ABF">
      <w:pPr>
        <w:spacing w:after="0" w:line="240" w:lineRule="auto"/>
      </w:pPr>
      <w:r>
        <w:continuationSeparator/>
      </w:r>
    </w:p>
  </w:footnote>
  <w:footnote w:id="1">
    <w:p w14:paraId="1792A1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50F03"/>
    <w:rsid w:val="00252136"/>
    <w:rsid w:val="002761B7"/>
    <w:rsid w:val="00281FF2"/>
    <w:rsid w:val="002857DE"/>
    <w:rsid w:val="00291567"/>
    <w:rsid w:val="002A22BF"/>
    <w:rsid w:val="002A2389"/>
    <w:rsid w:val="002A671D"/>
    <w:rsid w:val="002B31F2"/>
    <w:rsid w:val="002B4D55"/>
    <w:rsid w:val="002B5EA0"/>
    <w:rsid w:val="002B6119"/>
    <w:rsid w:val="002C1F06"/>
    <w:rsid w:val="002D3375"/>
    <w:rsid w:val="002D73D4"/>
    <w:rsid w:val="002E444C"/>
    <w:rsid w:val="002F02A3"/>
    <w:rsid w:val="002F4ABE"/>
    <w:rsid w:val="003018BA"/>
    <w:rsid w:val="0030395F"/>
    <w:rsid w:val="00305C92"/>
    <w:rsid w:val="00311965"/>
    <w:rsid w:val="003151C5"/>
    <w:rsid w:val="00317186"/>
    <w:rsid w:val="00324721"/>
    <w:rsid w:val="003343CF"/>
    <w:rsid w:val="00335869"/>
    <w:rsid w:val="00346FE9"/>
    <w:rsid w:val="0034759A"/>
    <w:rsid w:val="003503F6"/>
    <w:rsid w:val="00351572"/>
    <w:rsid w:val="003530DD"/>
    <w:rsid w:val="00355958"/>
    <w:rsid w:val="00363F78"/>
    <w:rsid w:val="00376223"/>
    <w:rsid w:val="003A0A5B"/>
    <w:rsid w:val="003A1176"/>
    <w:rsid w:val="003C0BAE"/>
    <w:rsid w:val="003D18A9"/>
    <w:rsid w:val="003D6CE2"/>
    <w:rsid w:val="003E1941"/>
    <w:rsid w:val="003E2FC7"/>
    <w:rsid w:val="003E2FE6"/>
    <w:rsid w:val="003E4696"/>
    <w:rsid w:val="003E49D5"/>
    <w:rsid w:val="003F205D"/>
    <w:rsid w:val="003F38C0"/>
    <w:rsid w:val="00412DAD"/>
    <w:rsid w:val="00414E3C"/>
    <w:rsid w:val="0042244A"/>
    <w:rsid w:val="0042745A"/>
    <w:rsid w:val="00431D5C"/>
    <w:rsid w:val="004362C6"/>
    <w:rsid w:val="00437FA2"/>
    <w:rsid w:val="00445970"/>
    <w:rsid w:val="0045121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97F"/>
    <w:rsid w:val="004D5282"/>
    <w:rsid w:val="004F1551"/>
    <w:rsid w:val="004F2A4B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8D9"/>
    <w:rsid w:val="005F29B6"/>
    <w:rsid w:val="005F31D2"/>
    <w:rsid w:val="0061029B"/>
    <w:rsid w:val="00617230"/>
    <w:rsid w:val="00621CE1"/>
    <w:rsid w:val="00627FC9"/>
    <w:rsid w:val="00633418"/>
    <w:rsid w:val="006375C4"/>
    <w:rsid w:val="00640AA3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59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A86"/>
    <w:rsid w:val="007C3299"/>
    <w:rsid w:val="007C3BCC"/>
    <w:rsid w:val="007C4546"/>
    <w:rsid w:val="007D1D4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A0E"/>
    <w:rsid w:val="008A45F7"/>
    <w:rsid w:val="008A5B48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17F9"/>
    <w:rsid w:val="008E64F4"/>
    <w:rsid w:val="008F12C9"/>
    <w:rsid w:val="008F6E29"/>
    <w:rsid w:val="009068DF"/>
    <w:rsid w:val="00916188"/>
    <w:rsid w:val="00923D7D"/>
    <w:rsid w:val="009361AD"/>
    <w:rsid w:val="009508DF"/>
    <w:rsid w:val="00950DAC"/>
    <w:rsid w:val="00954A07"/>
    <w:rsid w:val="009765E3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55277"/>
    <w:rsid w:val="00A601C8"/>
    <w:rsid w:val="00A60799"/>
    <w:rsid w:val="00A84494"/>
    <w:rsid w:val="00A84C85"/>
    <w:rsid w:val="00A97DE1"/>
    <w:rsid w:val="00AB053C"/>
    <w:rsid w:val="00AD1146"/>
    <w:rsid w:val="00AD27D3"/>
    <w:rsid w:val="00AD55F8"/>
    <w:rsid w:val="00AD66D6"/>
    <w:rsid w:val="00AE1160"/>
    <w:rsid w:val="00AE203C"/>
    <w:rsid w:val="00AE2E74"/>
    <w:rsid w:val="00AE5FCB"/>
    <w:rsid w:val="00AF2C1E"/>
    <w:rsid w:val="00B06142"/>
    <w:rsid w:val="00B135B1"/>
    <w:rsid w:val="00B22DF5"/>
    <w:rsid w:val="00B3130B"/>
    <w:rsid w:val="00B33AA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B6890"/>
    <w:rsid w:val="00BD1E02"/>
    <w:rsid w:val="00BD3869"/>
    <w:rsid w:val="00BD66E9"/>
    <w:rsid w:val="00BD6FF4"/>
    <w:rsid w:val="00BE2E05"/>
    <w:rsid w:val="00BF1C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D6897"/>
    <w:rsid w:val="00CE5BAC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1E8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4FC"/>
    <w:rsid w:val="00E63348"/>
    <w:rsid w:val="00E742AA"/>
    <w:rsid w:val="00E77E88"/>
    <w:rsid w:val="00E8107D"/>
    <w:rsid w:val="00E960BB"/>
    <w:rsid w:val="00E97F42"/>
    <w:rsid w:val="00EA2074"/>
    <w:rsid w:val="00EA4832"/>
    <w:rsid w:val="00EA4E9D"/>
    <w:rsid w:val="00EB4B4F"/>
    <w:rsid w:val="00EC4899"/>
    <w:rsid w:val="00ED03AB"/>
    <w:rsid w:val="00ED32D2"/>
    <w:rsid w:val="00EE32DE"/>
    <w:rsid w:val="00EE5457"/>
    <w:rsid w:val="00EE736A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A795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C1C96"/>
  <w15:docId w15:val="{993F0E03-2CAD-4F8F-B36F-E5E1315E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914A3-7C68-4CA5-BEEA-F9FD7799E6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FFEDE1-E384-4DBD-82AC-010E2E178CF5}"/>
</file>

<file path=customXml/itemProps3.xml><?xml version="1.0" encoding="utf-8"?>
<ds:datastoreItem xmlns:ds="http://schemas.openxmlformats.org/officeDocument/2006/customXml" ds:itemID="{261D6EFC-55DC-4508-BED3-E2866AE04B83}"/>
</file>

<file path=customXml/itemProps4.xml><?xml version="1.0" encoding="utf-8"?>
<ds:datastoreItem xmlns:ds="http://schemas.openxmlformats.org/officeDocument/2006/customXml" ds:itemID="{A8D0248B-33C0-41E9-A7A1-C7A6E53A5F0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5</Pages>
  <Words>1094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9</cp:revision>
  <cp:lastPrinted>2019-02-06T12:12:00Z</cp:lastPrinted>
  <dcterms:created xsi:type="dcterms:W3CDTF">2020-10-27T11:16:00Z</dcterms:created>
  <dcterms:modified xsi:type="dcterms:W3CDTF">2021-10-01T14:28:00Z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